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17C47" w:rsidRDefault="00A51D1B">
      <w:r>
        <w:rPr>
          <w:noProof/>
        </w:rPr>
        <w:drawing>
          <wp:anchor distT="0" distB="0" distL="114300" distR="114300" simplePos="0" relativeHeight="251705496" behindDoc="0" locked="0" layoutInCell="1" allowOverlap="1">
            <wp:simplePos x="0" y="0"/>
            <wp:positionH relativeFrom="page">
              <wp:posOffset>622300</wp:posOffset>
            </wp:positionH>
            <wp:positionV relativeFrom="page">
              <wp:posOffset>5041900</wp:posOffset>
            </wp:positionV>
            <wp:extent cx="2578100" cy="2044700"/>
            <wp:effectExtent l="50800" t="0" r="12700" b="546100"/>
            <wp:wrapTight wrapText="bothSides">
              <wp:wrapPolygon edited="0">
                <wp:start x="213" y="0"/>
                <wp:lineTo x="-426" y="27369"/>
                <wp:lineTo x="21706" y="27369"/>
                <wp:lineTo x="21706" y="23076"/>
                <wp:lineTo x="21494" y="22271"/>
                <wp:lineTo x="20855" y="21466"/>
                <wp:lineTo x="21281" y="21466"/>
                <wp:lineTo x="21706" y="19856"/>
                <wp:lineTo x="21706" y="805"/>
                <wp:lineTo x="21068" y="0"/>
                <wp:lineTo x="213" y="0"/>
              </wp:wrapPolygon>
            </wp:wrapTight>
            <wp:docPr id="90" name="Picture 27" descr="https://lh6.googleusercontent.com/eS44o_0yY9XvJWapvVGd7vxx56KjPV7F-al4AALoWa7GA87QDVqeMjPXmo42PgU0DB2TvyhTBzQ4mm1nguOrUlNYZ3LHSCUeDAo7JkdMBPRFOSrupNdcqBVCCxJ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7" descr="https://lh6.googleusercontent.com/eS44o_0yY9XvJWapvVGd7vxx56KjPV7F-al4AALoWa7GA87QDVqeMjPXmo42PgU0DB2TvyhTBzQ4mm1nguOrUlNYZ3LHSCUeDAo7JkdMBPRFOSrupNdcqBVCCxJ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20447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144" type="#_x0000_t202" style="position:absolute;margin-left:566.5pt;margin-top:48.2pt;width:185.1pt;height:521.8pt;z-index:251665560;mso-wrap-edited:f;mso-position-horizontal-relative:page;mso-position-vertical-relative:page" wrapcoords="0 0 21600 0 21600 21600 0 21600 0 0" o:regroupid="12" mv:complextextbox="1" filled="f" stroked="f">
            <v:fill o:detectmouseclick="t"/>
            <v:textbox style="mso-next-textbox:#_x0000_s1144" inset=",7.2pt,,7.2pt">
              <w:txbxContent>
                <w:p w:rsidR="00A24A75" w:rsidRPr="009C0411" w:rsidRDefault="00A51D1B" w:rsidP="00A24A75">
                  <w:pPr>
                    <w:rPr>
                      <w:rFonts w:ascii="Times New Roman" w:hAnsi="Times New Roman"/>
                      <w:color w:val="000000"/>
                      <w:sz w:val="30"/>
                      <w:szCs w:val="38"/>
                    </w:rPr>
                  </w:pPr>
                  <w:r w:rsidRPr="009C0411">
                    <w:rPr>
                      <w:rFonts w:ascii="Times New Roman" w:hAnsi="Times New Roman"/>
                      <w:color w:val="000000"/>
                      <w:sz w:val="30"/>
                      <w:szCs w:val="38"/>
                    </w:rPr>
                    <w:t>La vacación comienza</w:t>
                  </w:r>
                  <w:r>
                    <w:rPr>
                      <w:rFonts w:ascii="Times New Roman" w:hAnsi="Times New Roman"/>
                      <w:color w:val="000000"/>
                      <w:sz w:val="30"/>
                      <w:szCs w:val="38"/>
                    </w:rPr>
                    <w:t xml:space="preserve"> en el lunes. Va a hacer viento,</w:t>
                  </w:r>
                  <w:r w:rsidRPr="009C0411">
                    <w:rPr>
                      <w:rFonts w:ascii="Times New Roman" w:hAnsi="Times New Roman"/>
                      <w:color w:val="000000"/>
                      <w:sz w:val="30"/>
                      <w:szCs w:val="38"/>
                    </w:rPr>
                    <w:t xml:space="preserve"> entonces tú vas a pasar el dia en el aeropuerto y el hotel.</w:t>
                  </w:r>
                </w:p>
                <w:p w:rsidR="00A24A75" w:rsidRPr="009C0411" w:rsidRDefault="00A51D1B" w:rsidP="00A24A75">
                  <w:pPr>
                    <w:spacing w:after="0"/>
                    <w:rPr>
                      <w:rFonts w:ascii="Times" w:hAnsi="Times" w:cs="Times New Roman"/>
                      <w:sz w:val="30"/>
                      <w:szCs w:val="20"/>
                    </w:rPr>
                  </w:pPr>
                  <w:r w:rsidRPr="009C0411">
                    <w:rPr>
                      <w:rFonts w:ascii="Times New Roman" w:hAnsi="Times New Roman" w:cs="Times New Roman"/>
                      <w:color w:val="000000"/>
                      <w:sz w:val="30"/>
                      <w:szCs w:val="38"/>
                    </w:rPr>
                    <w:t xml:space="preserve">En el martes tú vas a ir a el museo por va a ser el fresco. </w:t>
                  </w:r>
                </w:p>
                <w:p w:rsidR="00A24A75" w:rsidRPr="009C0411" w:rsidRDefault="00A51D1B" w:rsidP="00A24A75">
                  <w:pPr>
                    <w:spacing w:after="0"/>
                    <w:rPr>
                      <w:rFonts w:ascii="Times" w:hAnsi="Times"/>
                      <w:sz w:val="30"/>
                      <w:szCs w:val="20"/>
                    </w:rPr>
                  </w:pPr>
                </w:p>
                <w:p w:rsidR="009C0411" w:rsidRPr="009C0411" w:rsidRDefault="00A51D1B" w:rsidP="009C0411">
                  <w:pPr>
                    <w:rPr>
                      <w:rFonts w:ascii="Times" w:hAnsi="Times"/>
                      <w:sz w:val="30"/>
                      <w:szCs w:val="20"/>
                    </w:rPr>
                  </w:pPr>
                  <w:r w:rsidRPr="009C0411">
                    <w:rPr>
                      <w:rFonts w:ascii="Times New Roman" w:hAnsi="Times New Roman"/>
                      <w:color w:val="000000"/>
                      <w:sz w:val="30"/>
                      <w:szCs w:val="38"/>
                    </w:rPr>
                    <w:t>En el miércoles va a hacer sol, entonces tú vas a pasar el dia en el Disney parque de atracciones.</w:t>
                  </w:r>
                </w:p>
                <w:p w:rsidR="009C0411" w:rsidRPr="009C0411" w:rsidRDefault="00A51D1B" w:rsidP="009C0411">
                  <w:pPr>
                    <w:rPr>
                      <w:rFonts w:ascii="Times" w:hAnsi="Times"/>
                      <w:sz w:val="30"/>
                      <w:szCs w:val="20"/>
                    </w:rPr>
                  </w:pPr>
                  <w:r w:rsidRPr="009C0411">
                    <w:rPr>
                      <w:rFonts w:ascii="Times New Roman" w:hAnsi="Times New Roman"/>
                      <w:color w:val="000000"/>
                      <w:sz w:val="30"/>
                      <w:szCs w:val="38"/>
                    </w:rPr>
                    <w:t>En</w:t>
                  </w:r>
                  <w:r w:rsidRPr="009C0411">
                    <w:rPr>
                      <w:rFonts w:ascii="Times New Roman" w:hAnsi="Times New Roman"/>
                      <w:color w:val="000000"/>
                      <w:sz w:val="30"/>
                      <w:szCs w:val="38"/>
                    </w:rPr>
                    <w:t xml:space="preserve"> el jueves vas a ser el frío y tú vas a ir a el restaurante.</w:t>
                  </w:r>
                </w:p>
                <w:p w:rsidR="009C0411" w:rsidRPr="009C0411" w:rsidRDefault="00A51D1B" w:rsidP="009C0411">
                  <w:pPr>
                    <w:rPr>
                      <w:rFonts w:ascii="Times" w:hAnsi="Times"/>
                      <w:sz w:val="30"/>
                      <w:szCs w:val="20"/>
                    </w:rPr>
                  </w:pPr>
                  <w:r w:rsidRPr="009C0411">
                    <w:rPr>
                      <w:rFonts w:ascii="Times New Roman" w:hAnsi="Times New Roman"/>
                      <w:color w:val="000000"/>
                      <w:sz w:val="30"/>
                      <w:szCs w:val="38"/>
                    </w:rPr>
                    <w:t xml:space="preserve">En viernes va a ser el húmedo así tú vas a ir a el zoológico. </w:t>
                  </w:r>
                </w:p>
                <w:p w:rsidR="009C0411" w:rsidRPr="009C0411" w:rsidRDefault="00A51D1B" w:rsidP="009C0411">
                  <w:pPr>
                    <w:rPr>
                      <w:rFonts w:ascii="Times New Roman" w:hAnsi="Times New Roman"/>
                      <w:color w:val="000000"/>
                      <w:sz w:val="30"/>
                      <w:szCs w:val="38"/>
                    </w:rPr>
                  </w:pPr>
                  <w:r w:rsidRPr="009C0411">
                    <w:rPr>
                      <w:rFonts w:ascii="Times New Roman" w:hAnsi="Times New Roman"/>
                      <w:color w:val="000000"/>
                      <w:sz w:val="30"/>
                      <w:szCs w:val="38"/>
                    </w:rPr>
                    <w:t xml:space="preserve">En sábado tú vas a ir a el acuario porque está caliente. </w:t>
                  </w:r>
                </w:p>
                <w:p w:rsidR="009C0411" w:rsidRPr="009C0411" w:rsidRDefault="00A51D1B" w:rsidP="009C0411">
                  <w:pPr>
                    <w:rPr>
                      <w:rFonts w:ascii="Times" w:hAnsi="Times"/>
                      <w:sz w:val="30"/>
                      <w:szCs w:val="20"/>
                    </w:rPr>
                  </w:pPr>
                  <w:r w:rsidRPr="009C0411">
                    <w:rPr>
                      <w:rFonts w:ascii="Times New Roman" w:hAnsi="Times New Roman"/>
                      <w:color w:val="000000"/>
                      <w:sz w:val="30"/>
                      <w:szCs w:val="38"/>
                    </w:rPr>
                    <w:t xml:space="preserve">En tú último día, tú vas a ir  a el centro comercial Ontario Mills. </w:t>
                  </w:r>
                </w:p>
                <w:p w:rsidR="009C0411" w:rsidRPr="009C0411" w:rsidRDefault="00A51D1B" w:rsidP="009C0411">
                  <w:pPr>
                    <w:rPr>
                      <w:rFonts w:ascii="Times" w:hAnsi="Times"/>
                      <w:sz w:val="28"/>
                      <w:szCs w:val="20"/>
                    </w:rPr>
                  </w:pPr>
                </w:p>
                <w:p w:rsidR="00A24A75" w:rsidRPr="00A24A75" w:rsidRDefault="00A51D1B" w:rsidP="00A24A75">
                  <w:pPr>
                    <w:rPr>
                      <w:rFonts w:ascii="Times" w:hAnsi="Times"/>
                      <w:sz w:val="28"/>
                      <w:szCs w:val="20"/>
                    </w:rPr>
                  </w:pPr>
                </w:p>
                <w:p w:rsidR="00A24A75" w:rsidRPr="00517C47" w:rsidRDefault="00A51D1B" w:rsidP="00517C47">
                  <w:pPr>
                    <w:spacing w:after="0"/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A24A75" w:rsidRDefault="00A51D1B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68" type="#_x0000_t202" style="position:absolute;margin-left:600.4pt;margin-top:112.8pt;width:151.2pt;height:65.2pt;z-index:251658390;mso-wrap-edited:f;mso-position-horizontal-relative:page;mso-position-vertical-relative:page" wrapcoords="0 0 21600 0 21600 21600 0 21600 0 0" filled="f" stroked="f">
            <v:fill o:detectmouseclick="t"/>
            <v:textbox style="mso-next-textbox:#_x0000_s1068" inset=",0,,0">
              <w:txbxContent>
                <w:p w:rsidR="00A24A75" w:rsidRPr="00517C47" w:rsidRDefault="00A51D1B" w:rsidP="00517C47">
                  <w:pPr>
                    <w:rPr>
                      <w:rFonts w:ascii="Times" w:hAnsi="Times"/>
                      <w:color w:val="FFFFFF" w:themeColor="background1"/>
                      <w:sz w:val="20"/>
                      <w:szCs w:val="20"/>
                    </w:rPr>
                  </w:pPr>
                </w:p>
                <w:p w:rsidR="00A24A75" w:rsidRDefault="00A51D1B" w:rsidP="00517C47">
                  <w:pPr>
                    <w:pStyle w:val="Title"/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18" type="#_x0000_t202" style="position:absolute;margin-left:305.25pt;margin-top:264.6pt;width:217pt;height:249.15pt;z-index:251660440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118" inset=",7.2pt,,7.2pt">
              <w:txbxContent>
                <w:p w:rsidR="00A24A75" w:rsidRPr="00A24A75" w:rsidRDefault="00A51D1B" w:rsidP="00517C47">
                  <w:pPr>
                    <w:spacing w:after="0"/>
                    <w:rPr>
                      <w:rFonts w:ascii="Times" w:hAnsi="Times" w:cs="Times New Roman"/>
                      <w:sz w:val="36"/>
                      <w:szCs w:val="20"/>
                    </w:rPr>
                  </w:pPr>
                  <w:r w:rsidRPr="00A24A75">
                    <w:rPr>
                      <w:rFonts w:ascii="Times New Roman" w:hAnsi="Times New Roman" w:cs="Times New Roman"/>
                      <w:color w:val="000000"/>
                      <w:sz w:val="36"/>
                      <w:szCs w:val="48"/>
                    </w:rPr>
                    <w:t xml:space="preserve">Disney World's mayor parque de atracciones es Animal Kingdom y Magic kingdom. El Disney parque es el tamaño de San Francisco. Animal Kingdom y Magic Kingdom está dentro de Disney World. Traigan el traje de baño porque hace buen tiempo. </w:t>
                  </w:r>
                </w:p>
                <w:p w:rsidR="00A24A75" w:rsidRPr="00A46A75" w:rsidRDefault="00A51D1B" w:rsidP="00517C47">
                  <w:pPr>
                    <w:spacing w:after="0"/>
                    <w:rPr>
                      <w:rFonts w:ascii="Times" w:hAnsi="Times"/>
                      <w:sz w:val="28"/>
                      <w:szCs w:val="20"/>
                    </w:rPr>
                  </w:pPr>
                </w:p>
                <w:p w:rsidR="00A24A75" w:rsidRPr="00A46A75" w:rsidRDefault="00A51D1B">
                  <w:pPr>
                    <w:rPr>
                      <w:sz w:val="28"/>
                    </w:rPr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26" type="#_x0000_t202" style="position:absolute;margin-left:55.9pt;margin-top:112pt;width:199.6pt;height:338pt;z-index:251677848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:rsidR="00A24A75" w:rsidRPr="00A24A75" w:rsidRDefault="00A51D1B" w:rsidP="00A24A75">
                  <w:pPr>
                    <w:rPr>
                      <w:rFonts w:ascii="Times" w:hAnsi="Times"/>
                      <w:sz w:val="36"/>
                      <w:szCs w:val="20"/>
                    </w:rPr>
                  </w:pPr>
                  <w:r w:rsidRPr="00A24A75">
                    <w:rPr>
                      <w:rFonts w:ascii="Times New Roman" w:hAnsi="Times New Roman"/>
                      <w:color w:val="000000"/>
                      <w:sz w:val="36"/>
                      <w:szCs w:val="48"/>
                    </w:rPr>
                    <w:t xml:space="preserve">En el </w:t>
                  </w:r>
                  <w:r w:rsidRPr="00A24A75">
                    <w:rPr>
                      <w:rFonts w:ascii="Times New Roman" w:hAnsi="Times New Roman"/>
                      <w:color w:val="000000"/>
                      <w:sz w:val="36"/>
                      <w:szCs w:val="48"/>
                    </w:rPr>
                    <w:t>verano la temperatura en el sur de California es ochenta y tres.</w:t>
                  </w:r>
                  <w:r w:rsidRPr="00A24A75">
                    <w:rPr>
                      <w:rFonts w:ascii="Times New Roman" w:hAnsi="Times New Roman"/>
                      <w:b/>
                      <w:bCs/>
                      <w:color w:val="000000"/>
                      <w:sz w:val="36"/>
                      <w:szCs w:val="48"/>
                    </w:rPr>
                    <w:t xml:space="preserve"> </w:t>
                  </w:r>
                  <w:r w:rsidRPr="00A24A75">
                    <w:rPr>
                      <w:rFonts w:ascii="Times New Roman" w:hAnsi="Times New Roman"/>
                      <w:color w:val="000000"/>
                      <w:sz w:val="36"/>
                      <w:szCs w:val="48"/>
                    </w:rPr>
                    <w:t>En el sur de California hace calor. Tipicamente esta humedo. En el verano hace viento en el sur de California. De vez en cuando esta nublado. A veces hay es lluvia en el sur de California. Tr</w:t>
                  </w:r>
                  <w:r w:rsidRPr="00A24A75">
                    <w:rPr>
                      <w:rFonts w:ascii="Times New Roman" w:hAnsi="Times New Roman"/>
                      <w:color w:val="000000"/>
                      <w:sz w:val="36"/>
                      <w:szCs w:val="48"/>
                    </w:rPr>
                    <w:t xml:space="preserve">aigan el traje de baño porque hace buen tiempo y protector solar. </w:t>
                  </w:r>
                </w:p>
                <w:p w:rsidR="00A24A75" w:rsidRPr="00A46A75" w:rsidRDefault="00A51D1B" w:rsidP="00A24A75"/>
              </w:txbxContent>
            </v:textbox>
            <w10:wrap type="tight" anchorx="page" anchory="page"/>
          </v:shape>
        </w:pict>
      </w:r>
      <w:r>
        <w:rPr>
          <w:noProof/>
        </w:rPr>
        <w:pict>
          <v:group id="_x0000_s1201" style="position:absolute;margin-left:45.7pt;margin-top:382.9pt;width:244.1pt;height:148.2pt;z-index:251667608;mso-position-horizontal-relative:page;mso-position-vertical-relative:page" coordsize="20000,20000" wrapcoords="0 0 21600 0 21600 21600 0 21600 0 0" mv:complextextbox="1">
            <o:lock v:ext="edit" ungrouping="t"/>
            <v:shape id="_x0000_s1202" type="#_x0000_t202" style="position:absolute;width:20000;height:20000;mso-wrap-edited:f;mso-position-horizontal-relative:page;mso-position-vertical-relative:page" wrapcoords="0 0 21600 0 21600 21600 0 21600 0 0" o:regroupid="15" mv:complextextbox="1" filled="f" stroked="f">
              <v:fill o:detectmouseclick="t"/>
              <v:textbox style="mso-next-textbox:#_x0000_s1185" inset=",7.2pt,,7.2pt"/>
            </v:shape>
            <v:shape id="_x0000_s1203" type="#_x0000_t202" style="position:absolute;left:17927;top:972;width:1479;height:3326" filled="f" stroked="f">
              <v:textbox style="mso-next-textbox:#_x0000_s1203" inset="0,0,0,0">
                <w:txbxContent>
                  <w:p w:rsidR="00A24A75" w:rsidRDefault="00A51D1B"/>
                </w:txbxContent>
              </v:textbox>
            </v:shape>
            <w10:wrap type="tight" anchorx="page" anchory="page"/>
          </v:group>
        </w:pict>
      </w:r>
      <w:r>
        <w:rPr>
          <w:noProof/>
        </w:rPr>
        <w:pict>
          <v:group id="_x0000_s1204" style="position:absolute;margin-left:0;margin-top:0;width:2in;height:2in;z-index:251675800;mso-position-horizontal-relative:page;mso-position-vertical-relative:page" coordsize="20000,20000" wrapcoords="0 0 21600 0 21600 21600 0 21600 0 0" mv:complextextbox="1">
            <o:lock v:ext="edit" ungrouping="t"/>
            <v:shape id="_x0000_s1205" type="#_x0000_t202" style="position:absolute;width:20000;height:20000;mso-wrap-edited:f;mso-position-horizontal-relative:page;mso-position-vertical-relative:page" wrapcoords="0 0 21600 0 21600 21600 0 21600 0 0" o:regroupid="16" mv:complextextbox="1" filled="f" stroked="f">
              <v:fill o:detectmouseclick="t"/>
              <v:textbox style="mso-next-textbox:#_x0000_s1190" inset=",7.2pt,,7.2pt"/>
            </v:shape>
            <v:shape id="_x0000_s1206" type="#_x0000_t202" style="position:absolute;left:1000;top:1000;width:17993;height:3000" filled="f" stroked="f">
              <v:textbox style="mso-next-textbox:#_x0000_s1207" inset="0,0,0,0">
                <w:txbxContent>
                  <w:p w:rsidR="00A24A75" w:rsidRPr="00A46A75" w:rsidRDefault="00A51D1B" w:rsidP="00A24A75">
                    <w:pPr>
                      <w:rPr>
                        <w:rFonts w:ascii="Times" w:hAnsi="Times"/>
                        <w:sz w:val="20"/>
                        <w:szCs w:val="20"/>
                      </w:rPr>
                    </w:pPr>
                  </w:p>
                  <w:p w:rsidR="00A24A75" w:rsidRDefault="00A51D1B"/>
                </w:txbxContent>
              </v:textbox>
            </v:shape>
            <v:shape id="_x0000_s1207" type="#_x0000_t202" style="position:absolute;left:1000;top:3993;width:17993;height:3424" filled="f" stroked="f">
              <v:textbox style="mso-next-textbox:#_x0000_s1207" inset="0,0,0,0">
                <w:txbxContent/>
              </v:textbox>
            </v:shape>
            <w10:wrap type="tight" anchorx="page" anchory="page"/>
          </v:group>
        </w:pict>
      </w:r>
      <w:r>
        <w:rPr>
          <w:noProof/>
        </w:rPr>
        <w:pict>
          <v:shape id="_x0000_s1066" type="#_x0000_t202" style="position:absolute;margin-left:55.9pt;margin-top:37.25pt;width:164.2pt;height:61.2pt;z-index:251658346;mso-wrap-edited:f;mso-position-horizontal-relative:page;mso-position-vertical-relative:page" wrapcoords="0 0 21600 0 21600 21600 0 21600 0 0" filled="f" stroked="f">
            <v:fill o:detectmouseclick="t"/>
            <v:textbox style="mso-next-textbox:#_x0000_s1066" inset=",7.2pt,,7.2pt">
              <w:txbxContent>
                <w:p w:rsidR="00A24A75" w:rsidRDefault="00A51D1B" w:rsidP="00517C47">
                  <w:pPr>
                    <w:pStyle w:val="Heading2"/>
                  </w:pPr>
                  <w:r>
                    <w:t>Sur de California</w:t>
                  </w:r>
                </w:p>
                <w:p w:rsidR="00A24A75" w:rsidRDefault="00A51D1B" w:rsidP="00517C47"/>
                <w:p w:rsidR="00A24A75" w:rsidRDefault="00A51D1B" w:rsidP="00517C47"/>
                <w:p w:rsidR="00A24A75" w:rsidRPr="00517C47" w:rsidRDefault="00A51D1B" w:rsidP="00517C47"/>
              </w:txbxContent>
            </v:textbox>
            <w10:wrap type="tight" anchorx="page" anchory="page"/>
          </v:shape>
        </w:pict>
      </w:r>
      <w:r>
        <w:rPr>
          <w:noProof/>
        </w:rPr>
        <w:pict>
          <v:group id="_x0000_s1097" style="position:absolute;margin-left:46.2pt;margin-top:20pt;width:208.8pt;height:79.2pt;z-index:251658345;mso-position-horizontal-relative:page;mso-position-vertical-relative:page" coordorigin="584,4320" coordsize="4176,1584" wrapcoords="-77 0 -77 203 19579 3260 1087 4686 -77 4686 -77 21192 19812 21192 19812 6520 20667 6316 21677 4686 21755 0 -77 0">
            <v:line id="_x0000_s1043" style="position:absolute;mso-wrap-edited:f;mso-position-horizontal-relative:page;mso-position-vertical-relative:page" from="584,4320" to="4760,4320" wrapcoords="-77 -2147483648 0 -2147483648 10877 -2147483648 10877 -2147483648 21522 -2147483648 21755 -2147483648 -77 -2147483648" o:regroupid="5" strokecolor="white [3212]" strokeweight="1pt">
              <v:fill o:detectmouseclick="t"/>
              <v:shadow opacity="22938f" mv:blur="38100f" offset="0,2pt"/>
              <v:textbox inset=",7.2pt,,7.2pt"/>
            </v:line>
            <v:rect id="_x0000_s1030" style="position:absolute;left:584;top:4680;width:3816;height:1224;mso-wrap-edited:f;mso-position-horizontal-relative:page;mso-position-vertical-relative:page" wrapcoords="-77 -75 -77 21525 21677 21525 21677 -75 -77 -75" o:regroupid="5" fillcolor="#4f446d [3215]" stroked="f" strokecolor="#4a7ebb" strokeweight="1.5pt">
              <v:fill o:detectmouseclick="t"/>
              <v:shadow opacity="22938f" mv:blur="38100f" offset="0,2pt"/>
              <v:textbox inset=",7.2pt,,7.2pt"/>
            </v:rect>
            <v:rect id="_x0000_s1033" style="position:absolute;left:4400;top:4320;width:360;height:360;mso-wrap-edited:f;mso-position-horizontal-relative:page;mso-position-vertical-relative:page" wrapcoords="-77 -75 -77 21525 21677 21525 21677 -75 -77 -75" o:regroupid="5" fillcolor="#f90 [3204]" stroked="f" strokecolor="#4a7ebb" strokeweight="1.5pt">
              <v:fill o:detectmouseclick="t"/>
              <v:shadow opacity="22938f" mv:blur="38100f" offset="0,2pt"/>
              <v:textbox inset=",7.2pt,,7.2pt"/>
            </v:rect>
            <w10:wrap type="tight" anchorx="page" anchory="page"/>
          </v:group>
        </w:pict>
      </w:r>
      <w:r>
        <w:rPr>
          <w:noProof/>
        </w:rPr>
        <w:drawing>
          <wp:anchor distT="0" distB="0" distL="114300" distR="114300" simplePos="0" relativeHeight="251664536" behindDoc="0" locked="0" layoutInCell="1" allowOverlap="1">
            <wp:simplePos x="0" y="0"/>
            <wp:positionH relativeFrom="page">
              <wp:posOffset>3879850</wp:posOffset>
            </wp:positionH>
            <wp:positionV relativeFrom="page">
              <wp:posOffset>485775</wp:posOffset>
            </wp:positionV>
            <wp:extent cx="2298700" cy="2727960"/>
            <wp:effectExtent l="50800" t="0" r="12700" b="726440"/>
            <wp:wrapTight wrapText="bothSides">
              <wp:wrapPolygon edited="0">
                <wp:start x="477" y="0"/>
                <wp:lineTo x="-477" y="1810"/>
                <wp:lineTo x="-477" y="27352"/>
                <wp:lineTo x="21719" y="27352"/>
                <wp:lineTo x="21719" y="1006"/>
                <wp:lineTo x="21003" y="0"/>
                <wp:lineTo x="477" y="0"/>
              </wp:wrapPolygon>
            </wp:wrapTight>
            <wp:docPr id="4" name="Picture 1" descr="https://lh6.googleusercontent.com/9Lo6Au8-fs5rvqV7kwvi7KMeCC64YNH5HMSs3qTzbo4_fxLvxa5NPvAG5ZBPw12QjdjEuGZ38swZrFG2KmGRABgbMWl8eprfALqgGFyPSYjVsDa6tARBFLap-T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https://lh6.googleusercontent.com/9Lo6Au8-fs5rvqV7kwvi7KMeCC64YNH5HMSs3qTzbo4_fxLvxa5NPvAG5ZBPw12QjdjEuGZ38swZrFG2KmGRABgbMWl8eprfALqgGFyPSYjVsDa6tARBFLap-Ta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272796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A46A75">
        <w:t xml:space="preserve"> </w:t>
      </w:r>
      <w:r>
        <w:rPr>
          <w:noProof/>
        </w:rPr>
        <w:pict>
          <v:shape id="_x0000_s1123" type="#_x0000_t202" style="position:absolute;margin-left:0;margin-top:0;width:2in;height:2in;z-index:251670680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:rsidR="00A24A75" w:rsidRPr="00A46A75" w:rsidRDefault="00A51D1B" w:rsidP="00A24A75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A24A75" w:rsidRDefault="00A51D1B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19" type="#_x0000_t202" style="position:absolute;margin-left:0;margin-top:0;width:2in;height:2in;z-index:251663512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119" inset=",7.2pt,,7.2pt">
              <w:txbxContent>
                <w:p w:rsidR="00A24A75" w:rsidRPr="00517C47" w:rsidRDefault="00A51D1B" w:rsidP="00517C47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A24A75" w:rsidRDefault="00A51D1B"/>
              </w:txbxContent>
            </v:textbox>
            <w10:wrap type="tight" anchorx="page" anchory="page"/>
          </v:shape>
        </w:pict>
      </w:r>
      <w:r>
        <w:rPr>
          <w:noProof/>
        </w:rPr>
        <w:pict>
          <v:line id="_x0000_s1045" style="position:absolute;z-index:251658392;mso-wrap-edited:f;mso-position-horizontal-relative:page;mso-position-vertical-relative:page" from="583.2pt,28.8pt" to="583.2pt,584.05pt" wrapcoords="-2147483648 0 -2147483648 21513 -2147483648 21513 -2147483648 0 -2147483648 0" o:regroupid="11" strokecolor="white [3212]" strokeweight="1pt">
            <v:fill o:detectmouseclick="t"/>
            <v:shadow opacity="22938f" mv:blur="38100f" offset="0,2pt"/>
            <v:textbox inset=",7.2pt,,7.2pt"/>
            <w10:wrap type="tight" anchorx="page" anchory="page"/>
          </v:line>
        </w:pict>
      </w:r>
      <w:r>
        <w:rPr>
          <w:noProof/>
        </w:rPr>
        <w:pict>
          <v:line id="_x0000_s1040" style="position:absolute;z-index:251658315;mso-wrap-edited:f;mso-position-horizontal-relative:page;mso-position-vertical-relative:page" from="219.6pt,28.8pt" to="219.6pt,3in" wrapcoords="-2147483648 0 -2147483648 21513 -2147483648 21513 -2147483648 0 -2147483648 0" strokecolor="white [3212]" strokeweight="1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br w:type="page"/>
      </w:r>
      <w:r>
        <w:rPr>
          <w:noProof/>
        </w:rPr>
        <w:pict>
          <v:shape id="_x0000_s1162" type="#_x0000_t202" style="position:absolute;margin-left:329pt;margin-top:177.25pt;width:134pt;height:401.5pt;z-index:251701400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:rsidR="00A24A75" w:rsidRDefault="00A51D1B"/>
              </w:txbxContent>
            </v:textbox>
            <w10:wrap type="tight" anchorx="page" anchory="page"/>
          </v:shape>
        </w:pict>
      </w:r>
      <w:r>
        <w:rPr>
          <w:noProof/>
        </w:rPr>
        <w:drawing>
          <wp:anchor distT="0" distB="0" distL="114300" distR="114300" simplePos="0" relativeHeight="251700376" behindDoc="0" locked="0" layoutInCell="1" allowOverlap="1">
            <wp:simplePos x="0" y="0"/>
            <wp:positionH relativeFrom="page">
              <wp:posOffset>4333875</wp:posOffset>
            </wp:positionH>
            <wp:positionV relativeFrom="page">
              <wp:posOffset>2755900</wp:posOffset>
            </wp:positionV>
            <wp:extent cx="1139825" cy="1219200"/>
            <wp:effectExtent l="25400" t="0" r="3175" b="0"/>
            <wp:wrapTight wrapText="bothSides">
              <wp:wrapPolygon edited="0">
                <wp:start x="-481" y="0"/>
                <wp:lineTo x="-481" y="21150"/>
                <wp:lineTo x="21660" y="21150"/>
                <wp:lineTo x="21660" y="0"/>
                <wp:lineTo x="-481" y="0"/>
              </wp:wrapPolygon>
            </wp:wrapTight>
            <wp:docPr id="73" name="Picture 23" descr="https://lh6.googleusercontent.com/8TPiv2kcbPun-5pIT6Fm0PID39XBV_Jg4NQKP3T66UgQcOJGHD0wyPGRuLI66K0jcw4cLV_el6rF2rSaHoPhJyHdxKNFYvoanbNqgCHTG6gkv702yga0B_mHgVx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lh6.googleusercontent.com/8TPiv2kcbPun-5pIT6Fm0PID39XBV_Jg4NQKP3T66UgQcOJGHD0wyPGRuLI66K0jcw4cLV_el6rF2rSaHoPhJyHdxKNFYvoanbNqgCHTG6gkv702yga0B_mHgVx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group id="_x0000_s1211" style="position:absolute;margin-left:512pt;margin-top:47.25pt;width:242pt;height:531.5pt;z-index:251688088;mso-position-horizontal-relative:page;mso-position-vertical-relative:page" coordsize="20000,20000" wrapcoords="0 0 21600 0 21600 21600 0 21600 0 0" mv:complextextbox="1">
            <o:lock v:ext="edit" ungrouping="t"/>
            <v:shape id="_x0000_s1212" type="#_x0000_t202" style="position:absolute;width:20000;height:20000;mso-wrap-edited:f;mso-position-horizontal-relative:page;mso-position-vertical-relative:page" wrapcoords="0 0 21600 0 21600 21600 0 21600 0 0" o:regroupid="18" mv:complextextbox="1" filled="f" stroked="f">
              <v:fill o:detectmouseclick="t"/>
              <v:textbox style="mso-next-textbox:#_x0000_s1200" inset=",7.2pt,,7.2pt"/>
            </v:shape>
            <v:shape id="_x0000_s1213" type="#_x0000_t202" style="position:absolute;left:595;top:271;width:18806;height:6201" filled="f" stroked="f">
              <v:textbox style="mso-next-textbox:#_x0000_s1214" inset="0,0,0,0">
                <w:txbxContent>
                  <w:p w:rsidR="00A24A75" w:rsidRPr="00D66EA1" w:rsidRDefault="00A51D1B" w:rsidP="00D66EA1">
                    <w:pPr>
                      <w:rPr>
                        <w:rFonts w:ascii="Baskerville" w:hAnsi="Baskerville"/>
                        <w:sz w:val="144"/>
                        <w:szCs w:val="20"/>
                      </w:rPr>
                    </w:pPr>
                    <w:r w:rsidRPr="00D66EA1">
                      <w:rPr>
                        <w:rFonts w:ascii="Baskerville" w:hAnsi="Baskerville"/>
                        <w:color w:val="000000"/>
                        <w:sz w:val="144"/>
                        <w:szCs w:val="80"/>
                      </w:rPr>
                      <w:t>Mejor viaje nunca!</w:t>
                    </w:r>
                  </w:p>
                  <w:p w:rsidR="00A24A75" w:rsidRDefault="00A51D1B"/>
                </w:txbxContent>
              </v:textbox>
            </v:shape>
            <v:shape id="_x0000_s1214" type="#_x0000_t202" style="position:absolute;left:595;top:6470;width:18806;height:3477" filled="f" stroked="f">
              <v:textbox style="mso-next-textbox:#_x0000_s1215" inset="0,0,0,0">
                <w:txbxContent/>
              </v:textbox>
            </v:shape>
            <v:shape id="_x0000_s1215" type="#_x0000_t202" style="position:absolute;left:595;top:15981;width:18806;height:926" filled="f" stroked="f">
              <v:textbox style="mso-next-textbox:#_x0000_s1215" inset="0,0,0,0">
                <w:txbxContent/>
              </v:textbox>
            </v:shape>
            <w10:wrap type="tight" anchorx="page" anchory="page"/>
          </v:group>
        </w:pict>
      </w:r>
      <w:r>
        <w:rPr>
          <w:noProof/>
        </w:rPr>
        <w:pict>
          <v:group id="_x0000_s1208" style="position:absolute;margin-left:30pt;margin-top:46.5pt;width:261.4pt;height:519pt;z-index:251678872;mso-position-horizontal-relative:page;mso-position-vertical-relative:page" coordsize="20000,20000" wrapcoords="0 0 21600 0 21600 21600 0 21600 0 0" mv:complextextbox="1">
            <o:lock v:ext="edit" ungrouping="t"/>
            <v:shape id="_x0000_s1209" type="#_x0000_t202" style="position:absolute;width:20000;height:20000;mso-wrap-edited:f;mso-position-horizontal-relative:page;mso-position-vertical-relative:page" wrapcoords="0 0 21600 0 21600 21600 0 21600 0 0" o:regroupid="17" mv:complextextbox="1" filled="f" stroked="f">
              <v:fill o:detectmouseclick="t"/>
              <v:textbox style="mso-next-textbox:#_x0000_s1194" inset=",7.2pt,,7.2pt"/>
            </v:shape>
            <v:shape id="_x0000_s1210" type="#_x0000_t202" style="position:absolute;left:551;top:277;width:18894;height:4621" filled="f" stroked="f">
              <v:textbox style="mso-next-textbox:#_x0000_s1210" inset="0,0,0,0">
                <w:txbxContent>
                  <w:p w:rsidR="00A24A75" w:rsidRPr="00D66EA1" w:rsidRDefault="00A51D1B">
                    <w:pPr>
                      <w:rPr>
                        <w:rFonts w:ascii="Baskerville" w:hAnsi="Baskerville"/>
                        <w:sz w:val="96"/>
                      </w:rPr>
                    </w:pPr>
                    <w:r w:rsidRPr="00D66EA1">
                      <w:rPr>
                        <w:rFonts w:ascii="Baskerville" w:hAnsi="Baskerville"/>
                        <w:sz w:val="96"/>
                      </w:rPr>
                      <w:t>Sur de California</w:t>
                    </w:r>
                  </w:p>
                  <w:p w:rsidR="00A24A75" w:rsidRPr="00D66EA1" w:rsidRDefault="00A51D1B" w:rsidP="00D66EA1">
                    <w:pPr>
                      <w:rPr>
                        <w:rFonts w:ascii="Times" w:hAnsi="Times"/>
                        <w:sz w:val="20"/>
                        <w:szCs w:val="20"/>
                      </w:rPr>
                    </w:pPr>
                    <w:r>
                      <w:rPr>
                        <w:rFonts w:ascii="Times" w:hAnsi="Times"/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18288000" cy="11430000"/>
                          <wp:effectExtent l="25400" t="0" r="0" b="0"/>
                          <wp:docPr id="43" name="Picture 5" descr="https://lh5.googleusercontent.com/qDoCNE2-SLAvdrZ3hBjp5Sq-6Pl3WapDb4EtwzqVFHiDfgKlGQhCVyeXydE3Xx6hWrnx-1Kx6vl3ZqgTmtVBDYuaw4IFvgpEYVa5apcrCWWmTUkmGKjAbRr8os9Q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https://lh5.googleusercontent.com/qDoCNE2-SLAvdrZ3hBjp5Sq-6Pl3WapDb4EtwzqVFHiDfgKlGQhCVyeXydE3Xx6hWrnx-1Kx6vl3ZqgTmtVBDYuaw4IFvgpEYVa5apcrCWWmTUkmGKjAbRr8os9Q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288000" cy="11430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24A75" w:rsidRDefault="00A51D1B">
                    <w:pPr>
                      <w:rPr>
                        <w:sz w:val="96"/>
                      </w:rPr>
                    </w:pPr>
                  </w:p>
                  <w:p w:rsidR="00A24A75" w:rsidRPr="00D66EA1" w:rsidRDefault="00A51D1B" w:rsidP="00D66EA1">
                    <w:pPr>
                      <w:rPr>
                        <w:rFonts w:ascii="Times" w:hAnsi="Times"/>
                        <w:sz w:val="20"/>
                        <w:szCs w:val="20"/>
                      </w:rPr>
                    </w:pPr>
                    <w:r>
                      <w:rPr>
                        <w:rFonts w:ascii="Times" w:hAnsi="Times"/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18288000" cy="11430000"/>
                          <wp:effectExtent l="25400" t="0" r="0" b="0"/>
                          <wp:docPr id="42" name="Picture 3" descr="https://lh5.googleusercontent.com/qDoCNE2-SLAvdrZ3hBjp5Sq-6Pl3WapDb4EtwzqVFHiDfgKlGQhCVyeXydE3Xx6hWrnx-1Kx6vl3ZqgTmtVBDYuaw4IFvgpEYVa5apcrCWWmTUkmGKjAbRr8os9Q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https://lh5.googleusercontent.com/qDoCNE2-SLAvdrZ3hBjp5Sq-6Pl3WapDb4EtwzqVFHiDfgKlGQhCVyeXydE3Xx6hWrnx-1Kx6vl3ZqgTmtVBDYuaw4IFvgpEYVa5apcrCWWmTUkmGKjAbRr8os9Q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288000" cy="11430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24A75" w:rsidRDefault="00A51D1B">
                    <w:pPr>
                      <w:rPr>
                        <w:sz w:val="96"/>
                      </w:rPr>
                    </w:pPr>
                  </w:p>
                  <w:p w:rsidR="00A24A75" w:rsidRPr="00D66EA1" w:rsidRDefault="00A51D1B" w:rsidP="00D66EA1">
                    <w:pPr>
                      <w:rPr>
                        <w:rFonts w:ascii="Times" w:hAnsi="Times"/>
                        <w:sz w:val="20"/>
                        <w:szCs w:val="20"/>
                      </w:rPr>
                    </w:pPr>
                    <w:r>
                      <w:rPr>
                        <w:rFonts w:ascii="Times" w:hAnsi="Times"/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18288000" cy="11430000"/>
                          <wp:effectExtent l="25400" t="0" r="0" b="0"/>
                          <wp:docPr id="41" name="Picture 1" descr="https://lh5.googleusercontent.com/qDoCNE2-SLAvdrZ3hBjp5Sq-6Pl3WapDb4EtwzqVFHiDfgKlGQhCVyeXydE3Xx6hWrnx-1Kx6vl3ZqgTmtVBDYuaw4IFvgpEYVa5apcrCWWmTUkmGKjAbRr8os9Q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https://lh5.googleusercontent.com/qDoCNE2-SLAvdrZ3hBjp5Sq-6Pl3WapDb4EtwzqVFHiDfgKlGQhCVyeXydE3Xx6hWrnx-1Kx6vl3ZqgTmtVBDYuaw4IFvgpEYVa5apcrCWWmTUkmGKjAbRr8os9Q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288000" cy="11430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24A75" w:rsidRPr="00D66EA1" w:rsidRDefault="00A51D1B">
                    <w:pPr>
                      <w:rPr>
                        <w:sz w:val="96"/>
                      </w:rPr>
                    </w:pPr>
                  </w:p>
                </w:txbxContent>
              </v:textbox>
            </v:shape>
            <w10:wrap type="tight" anchorx="page" anchory="page"/>
          </v:group>
        </w:pict>
      </w:r>
      <w:r>
        <w:rPr>
          <w:noProof/>
        </w:rPr>
        <w:drawing>
          <wp:anchor distT="0" distB="0" distL="114300" distR="114300" simplePos="0" relativeHeight="251687064" behindDoc="0" locked="0" layoutInCell="1" allowOverlap="1">
            <wp:simplePos x="0" y="0"/>
            <wp:positionH relativeFrom="page">
              <wp:posOffset>609600</wp:posOffset>
            </wp:positionH>
            <wp:positionV relativeFrom="page">
              <wp:posOffset>4521200</wp:posOffset>
            </wp:positionV>
            <wp:extent cx="2755900" cy="1722120"/>
            <wp:effectExtent l="254000" t="228600" r="215900" b="208280"/>
            <wp:wrapTight wrapText="bothSides">
              <wp:wrapPolygon edited="0">
                <wp:start x="-1991" y="-2867"/>
                <wp:lineTo x="-1991" y="24212"/>
                <wp:lineTo x="23292" y="24212"/>
                <wp:lineTo x="23292" y="-2867"/>
                <wp:lineTo x="-1991" y="-2867"/>
              </wp:wrapPolygon>
            </wp:wrapTight>
            <wp:docPr id="47" name="Picture 11" descr="https://lh5.googleusercontent.com/qDoCNE2-SLAvdrZ3hBjp5Sq-6Pl3WapDb4EtwzqVFHiDfgKlGQhCVyeXydE3Xx6hWrnx-1Kx6vl3ZqgTmtVBDYuaw4IFvgpEYVa5apcrCWWmTUkmGKjAbRr8os9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1" descr="https://lh5.googleusercontent.com/qDoCNE2-SLAvdrZ3hBjp5Sq-6Pl3WapDb4EtwzqVFHiDfgKlGQhCVyeXydE3Xx6hWrnx-1Kx6vl3ZqgTmtVBDYuaw4IFvgpEYVa5apcrCWWmTUkmGKjAbRr8os9Q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172212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6280" behindDoc="0" locked="0" layoutInCell="1" allowOverlap="1">
            <wp:simplePos x="0" y="0"/>
            <wp:positionH relativeFrom="page">
              <wp:posOffset>6438900</wp:posOffset>
            </wp:positionH>
            <wp:positionV relativeFrom="page">
              <wp:posOffset>3919855</wp:posOffset>
            </wp:positionV>
            <wp:extent cx="3077845" cy="2035810"/>
            <wp:effectExtent l="0" t="0" r="0" b="0"/>
            <wp:wrapTight wrapText="bothSides">
              <wp:wrapPolygon edited="0">
                <wp:start x="713" y="0"/>
                <wp:lineTo x="0" y="269"/>
                <wp:lineTo x="0" y="21290"/>
                <wp:lineTo x="21569" y="21290"/>
                <wp:lineTo x="21569" y="539"/>
                <wp:lineTo x="20856" y="0"/>
                <wp:lineTo x="713" y="0"/>
              </wp:wrapPolygon>
            </wp:wrapTight>
            <wp:docPr id="66" name="Picture 19" descr="https://lh3.googleusercontent.com/RiSzARZyCRDBEk6CZX4l9TRhwFppI3hkoaoe2wnyzA9fmPudDKLcNkglNtXIkhPEZMmc38BgXSbW0Pj3kEsey9Ib2TLN9s6-tqOhtLJcwYoGraNOpCdauVn9pv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9" descr="https://lh3.googleusercontent.com/RiSzARZyCRDBEk6CZX4l9TRhwFppI3hkoaoe2wnyzA9fmPudDKLcNkglNtXIkhPEZMmc38BgXSbW0Pj3kEsey9Ib2TLN9s6-tqOhtLJcwYoGraNOpCdauVn9pvY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845" cy="20358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2968" behindDoc="0" locked="0" layoutInCell="1" allowOverlap="1">
            <wp:simplePos x="0" y="0"/>
            <wp:positionH relativeFrom="page">
              <wp:posOffset>609600</wp:posOffset>
            </wp:positionH>
            <wp:positionV relativeFrom="page">
              <wp:posOffset>2666365</wp:posOffset>
            </wp:positionV>
            <wp:extent cx="2806700" cy="1393825"/>
            <wp:effectExtent l="254000" t="228600" r="215900" b="206375"/>
            <wp:wrapTight wrapText="bothSides">
              <wp:wrapPolygon edited="0">
                <wp:start x="-1955" y="-3543"/>
                <wp:lineTo x="-1955" y="24798"/>
                <wp:lineTo x="23262" y="24798"/>
                <wp:lineTo x="23262" y="-3543"/>
                <wp:lineTo x="-1955" y="-3543"/>
              </wp:wrapPolygon>
            </wp:wrapTight>
            <wp:docPr id="45" name="Picture 7" descr="https://lh4.googleusercontent.com/U3q71ItnU55BI4j0qDg3l21-x70TK7X76eiqCOH1HKv9HQIbWg8pY0s-GVWzeznosZlERcG1w0CNFi6OcJ0cRIHQ1EcrDiKlBKsqT3O3_sN5-fMVfWlPJlKfXz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7" descr="https://lh4.googleusercontent.com/U3q71ItnU55BI4j0qDg3l21-x70TK7X76eiqCOH1HKv9HQIbWg8pY0s-GVWzeznosZlERcG1w0CNFi6OcJ0cRIHQ1EcrDiKlBKsqT3O3_sN5-fMVfWlPJlKfXzs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139382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pict>
          <v:line id="_x0000_s1061" style="position:absolute;z-index:251658370;mso-position-horizontal-relative:page;mso-position-vertical-relative:page" from="209.2pt,28.8pt" to="209.2pt,583.2pt" strokecolor="white [3212]" strokeweight="1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pict>
          <v:shape id="_x0000_s1075" type="#_x0000_t202" style="position:absolute;margin-left:39.6pt;margin-top:42.5pt;width:162pt;height:68.05pt;z-index:251658371;mso-wrap-edited:f;mso-position-horizontal-relative:page;mso-position-vertical-relative:page" wrapcoords="0 0 21600 0 21600 21600 0 21600 0 0" filled="f" stroked="f">
            <v:fill o:detectmouseclick="t"/>
            <v:stroke o:forcedash="t"/>
            <v:textbox style="mso-next-textbox:#_x0000_s1075" inset=",0,,0">
              <w:txbxContent>
                <w:p w:rsidR="00A24A75" w:rsidRDefault="00A51D1B" w:rsidP="00517C47">
                  <w:pPr>
                    <w:pStyle w:val="Heading1"/>
                  </w:pPr>
                  <w:r w:rsidRPr="00A50E4E">
                    <w:t>Suspendisse potenti.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line id="_x0000_s1057" style="position:absolute;z-index:251658377;mso-wrap-edited:f;mso-position-horizontal-relative:page;mso-position-vertical-relative:page" from="745pt,28.8pt" to="745pt,3in" wrapcoords="-2147483648 0 -2147483648 21513 -2147483648 21513 -2147483648 0 -2147483648 0" strokecolor="white [3212]" strokeweight="1pt">
            <v:fill o:detectmouseclick="t"/>
            <v:shadow opacity="22938f" mv:blur="38100f" offset="0,2pt"/>
            <v:textbox inset=",7.2pt,,7.2pt"/>
            <w10:wrap anchorx="page" anchory="page"/>
          </v:line>
        </w:pict>
      </w:r>
    </w:p>
    <w:sectPr w:rsidR="00517C47" w:rsidSect="00517C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576" w:right="576" w:bottom="576" w:left="576" w:header="576" w:footer="57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altName w:val="Verdana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A75" w:rsidRDefault="00A51D1B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A75" w:rsidRDefault="00A51D1B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A75" w:rsidRDefault="00A51D1B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A75" w:rsidRDefault="00A51D1B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A75" w:rsidRDefault="00A51D1B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A75" w:rsidRDefault="00A51D1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5602">
      <o:colormenu v:ext="edit" fillcolor="none [3215]" strokecolor="none [3212]"/>
    </o:shapedefaults>
  </w:hdrShapeDefaults>
  <w:compat>
    <w:useFELayout/>
    <w:splitPgBreakAndParaMark/>
    <w:doNotVertAlignCellWithSp/>
    <w:doNotBreakConstrainedForcedTable/>
  </w:compat>
  <w:docVars>
    <w:docVar w:name="OpenInPublishingView" w:val="0"/>
    <w:docVar w:name="ShowStaticGuides" w:val="1"/>
  </w:docVars>
  <w:rsids>
    <w:rsidRoot w:val="00517C47"/>
    <w:rsid w:val="00A51D1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 [3215]" strokecolor="none [3212]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1" w:uiPriority="9" w:qFormat="1"/>
    <w:lsdException w:name="Block Text" w:uiPriority="99"/>
    <w:lsdException w:name="Normal (Web)" w:uiPriority="99"/>
  </w:latentStyles>
  <w:style w:type="paragraph" w:default="1" w:styleId="Normal">
    <w:name w:val="Normal"/>
    <w:qFormat/>
    <w:rsid w:val="00DD1C71"/>
  </w:style>
  <w:style w:type="paragraph" w:styleId="Heading1">
    <w:name w:val="heading 1"/>
    <w:basedOn w:val="Normal"/>
    <w:next w:val="Normal"/>
    <w:link w:val="Heading1Char"/>
    <w:uiPriority w:val="9"/>
    <w:qFormat/>
    <w:rsid w:val="00F33977"/>
    <w:pPr>
      <w:spacing w:after="0"/>
      <w:outlineLvl w:val="0"/>
    </w:pPr>
    <w:rPr>
      <w:rFonts w:asciiTheme="majorHAnsi" w:eastAsiaTheme="majorEastAsia" w:hAnsiTheme="majorHAnsi" w:cstheme="majorBidi"/>
      <w:bCs/>
      <w:color w:val="FFFFFF" w:themeColor="background1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3977"/>
    <w:pPr>
      <w:spacing w:after="0"/>
      <w:outlineLvl w:val="1"/>
    </w:pPr>
    <w:rPr>
      <w:rFonts w:asciiTheme="majorHAnsi" w:eastAsiaTheme="majorEastAsia" w:hAnsiTheme="majorHAnsi" w:cstheme="majorBidi"/>
      <w:bCs/>
      <w:color w:val="FFFFFF" w:themeColor="background1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3977"/>
    <w:pPr>
      <w:spacing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nhideWhenUsed/>
    <w:rsid w:val="00670688"/>
    <w:pPr>
      <w:spacing w:after="0" w:line="360" w:lineRule="auto"/>
      <w:jc w:val="center"/>
    </w:pPr>
    <w:rPr>
      <w:color w:val="262626" w:themeColor="text1" w:themeTint="D9"/>
      <w:sz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33977"/>
    <w:pPr>
      <w:spacing w:after="0"/>
      <w:jc w:val="right"/>
    </w:pPr>
    <w:rPr>
      <w:rFonts w:asciiTheme="majorHAnsi" w:eastAsiaTheme="majorEastAsia" w:hAnsiTheme="majorHAnsi" w:cstheme="majorBidi"/>
      <w:color w:val="FFFFFF" w:themeColor="background1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33977"/>
    <w:rPr>
      <w:rFonts w:asciiTheme="majorHAnsi" w:eastAsiaTheme="majorEastAsia" w:hAnsiTheme="majorHAnsi" w:cstheme="majorBidi"/>
      <w:color w:val="FFFFFF" w:themeColor="background1"/>
      <w:sz w:val="4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5355"/>
    <w:pPr>
      <w:numPr>
        <w:ilvl w:val="1"/>
      </w:numPr>
      <w:spacing w:after="0"/>
      <w:jc w:val="right"/>
    </w:pPr>
    <w:rPr>
      <w:rFonts w:asciiTheme="majorHAnsi" w:eastAsiaTheme="majorEastAsia" w:hAnsiTheme="majorHAnsi" w:cstheme="majorBidi"/>
      <w:iCs/>
      <w:color w:val="FFFFFF" w:themeColor="background1"/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245355"/>
    <w:rPr>
      <w:rFonts w:asciiTheme="majorHAnsi" w:eastAsiaTheme="majorEastAsia" w:hAnsiTheme="majorHAnsi" w:cstheme="majorBidi"/>
      <w:iCs/>
      <w:color w:val="FFFFFF" w:themeColor="background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33977"/>
    <w:rPr>
      <w:rFonts w:asciiTheme="majorHAnsi" w:eastAsiaTheme="majorEastAsia" w:hAnsiTheme="majorHAnsi" w:cstheme="majorBidi"/>
      <w:bCs/>
      <w:color w:val="FFFFFF" w:themeColor="background1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3977"/>
    <w:rPr>
      <w:rFonts w:asciiTheme="majorHAnsi" w:eastAsiaTheme="majorEastAsia" w:hAnsiTheme="majorHAnsi" w:cstheme="majorBidi"/>
      <w:bCs/>
      <w:color w:val="FFFFFF" w:themeColor="background1"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3977"/>
    <w:rPr>
      <w:rFonts w:asciiTheme="majorHAnsi" w:eastAsiaTheme="majorEastAsia" w:hAnsiTheme="majorHAnsi" w:cstheme="majorBidi"/>
      <w:b/>
      <w:bCs/>
      <w:color w:val="000000" w:themeColor="text1"/>
      <w:sz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F33977"/>
    <w:pPr>
      <w:spacing w:after="120" w:line="264" w:lineRule="auto"/>
    </w:pPr>
    <w:rPr>
      <w:color w:val="404040" w:themeColor="text1" w:themeTint="BF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33977"/>
    <w:rPr>
      <w:color w:val="404040" w:themeColor="text1" w:themeTint="BF"/>
      <w:sz w:val="20"/>
    </w:rPr>
  </w:style>
  <w:style w:type="paragraph" w:styleId="BodyText2">
    <w:name w:val="Body Text 2"/>
    <w:basedOn w:val="BodyText"/>
    <w:link w:val="BodyText2Char"/>
    <w:uiPriority w:val="99"/>
    <w:semiHidden/>
    <w:unhideWhenUsed/>
    <w:rsid w:val="00F33977"/>
    <w:pPr>
      <w:jc w:val="center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33977"/>
    <w:rPr>
      <w:color w:val="404040" w:themeColor="text1" w:themeTint="BF"/>
      <w:sz w:val="20"/>
    </w:rPr>
  </w:style>
  <w:style w:type="paragraph" w:styleId="BodyText3">
    <w:name w:val="Body Text 3"/>
    <w:basedOn w:val="BodyText"/>
    <w:link w:val="BodyText3Char"/>
    <w:uiPriority w:val="99"/>
    <w:semiHidden/>
    <w:unhideWhenUsed/>
    <w:rsid w:val="00F33977"/>
    <w:rPr>
      <w:color w:val="FFFFFF" w:themeColor="background1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33977"/>
    <w:rPr>
      <w:color w:val="FFFFFF" w:themeColor="background1"/>
      <w:sz w:val="20"/>
      <w:szCs w:val="16"/>
    </w:rPr>
  </w:style>
  <w:style w:type="paragraph" w:styleId="BlockText">
    <w:name w:val="Block Text"/>
    <w:basedOn w:val="Normal"/>
    <w:uiPriority w:val="99"/>
    <w:semiHidden/>
    <w:unhideWhenUsed/>
    <w:rsid w:val="00F33977"/>
    <w:pPr>
      <w:spacing w:after="0"/>
    </w:pPr>
    <w:rPr>
      <w:i/>
      <w:iCs/>
      <w:color w:val="FFFFFF" w:themeColor="background1"/>
      <w:sz w:val="40"/>
    </w:rPr>
  </w:style>
  <w:style w:type="paragraph" w:customStyle="1" w:styleId="Organization">
    <w:name w:val="Organization"/>
    <w:basedOn w:val="Normal"/>
    <w:qFormat/>
    <w:rsid w:val="00F33977"/>
    <w:pPr>
      <w:spacing w:after="0"/>
      <w:jc w:val="center"/>
    </w:pPr>
    <w:rPr>
      <w:b/>
      <w:color w:val="4F446D" w:themeColor="text2"/>
      <w:sz w:val="22"/>
    </w:rPr>
  </w:style>
  <w:style w:type="paragraph" w:customStyle="1" w:styleId="ContactDetails">
    <w:name w:val="Contact Details"/>
    <w:basedOn w:val="Normal"/>
    <w:qFormat/>
    <w:rsid w:val="00F33977"/>
    <w:pPr>
      <w:spacing w:after="0" w:line="264" w:lineRule="auto"/>
      <w:jc w:val="center"/>
    </w:pPr>
    <w:rPr>
      <w:color w:val="A6A6A6" w:themeColor="background1" w:themeShade="A6"/>
      <w:sz w:val="18"/>
    </w:rPr>
  </w:style>
  <w:style w:type="character" w:customStyle="1" w:styleId="FooterChar">
    <w:name w:val="Footer Char"/>
    <w:basedOn w:val="DefaultParagraphFont"/>
    <w:link w:val="Footer"/>
    <w:rsid w:val="00670688"/>
    <w:rPr>
      <w:color w:val="262626" w:themeColor="text1" w:themeTint="D9"/>
      <w:sz w:val="18"/>
    </w:rPr>
  </w:style>
  <w:style w:type="paragraph" w:styleId="Header">
    <w:name w:val="header"/>
    <w:basedOn w:val="Normal"/>
    <w:link w:val="HeaderChar"/>
    <w:rsid w:val="008401F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8401FB"/>
  </w:style>
  <w:style w:type="paragraph" w:styleId="NormalWeb">
    <w:name w:val="Normal (Web)"/>
    <w:basedOn w:val="Normal"/>
    <w:uiPriority w:val="99"/>
    <w:rsid w:val="00517C47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Brochures:Cornerstone%20Brochure.dotx" TargetMode="External"/></Relationships>
</file>

<file path=word/theme/theme1.xml><?xml version="1.0" encoding="utf-8"?>
<a:theme xmlns:a="http://schemas.openxmlformats.org/drawingml/2006/main" name="Office Theme">
  <a:themeElements>
    <a:clrScheme name="Cornerstone Brochure">
      <a:dk1>
        <a:sysClr val="windowText" lastClr="000000"/>
      </a:dk1>
      <a:lt1>
        <a:sysClr val="window" lastClr="FFFFFF"/>
      </a:lt1>
      <a:dk2>
        <a:srgbClr val="4F446D"/>
      </a:dk2>
      <a:lt2>
        <a:srgbClr val="A499C1"/>
      </a:lt2>
      <a:accent1>
        <a:srgbClr val="FF9900"/>
      </a:accent1>
      <a:accent2>
        <a:srgbClr val="E83404"/>
      </a:accent2>
      <a:accent3>
        <a:srgbClr val="A7CE30"/>
      </a:accent3>
      <a:accent4>
        <a:srgbClr val="94B069"/>
      </a:accent4>
      <a:accent5>
        <a:srgbClr val="996699"/>
      </a:accent5>
      <a:accent6>
        <a:srgbClr val="C5C7D1"/>
      </a:accent6>
      <a:hlink>
        <a:srgbClr val="7D86C8"/>
      </a:hlink>
      <a:folHlink>
        <a:srgbClr val="6E7396"/>
      </a:folHlink>
    </a:clrScheme>
    <a:fontScheme name="Cornerstone Brochure">
      <a:majorFont>
        <a:latin typeface="Corbel"/>
        <a:ea typeface=""/>
        <a:cs typeface=""/>
        <a:font script="Jpan" typeface="ＭＳ ゴシック"/>
      </a:majorFont>
      <a:minorFont>
        <a:latin typeface="Corbel"/>
        <a:ea typeface=""/>
        <a:cs typeface=""/>
        <a:font script="Jpan" typeface="ＭＳ ゴシック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Cornerstone Brochure.dotx</Template>
  <TotalTime>0</TotalTime>
  <Pages>2</Pages>
  <Words>3</Words>
  <Characters>22</Characters>
  <Application>Microsoft Macintosh Word</Application>
  <DocSecurity>0</DocSecurity>
  <Lines>1</Lines>
  <Paragraphs>1</Paragraphs>
  <ScaleCrop>false</ScaleCrop>
  <Manager/>
  <Company/>
  <LinksUpToDate>false</LinksUpToDate>
  <CharactersWithSpaces>27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2</cp:revision>
  <cp:lastPrinted>2007-10-06T17:52:00Z</cp:lastPrinted>
  <dcterms:created xsi:type="dcterms:W3CDTF">2014-01-17T19:03:00Z</dcterms:created>
  <dcterms:modified xsi:type="dcterms:W3CDTF">2014-01-17T19:03:00Z</dcterms:modified>
  <cp:category/>
</cp:coreProperties>
</file>